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88" w:rsidRDefault="00C47788">
      <w:r w:rsidRPr="00BC511D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507pt;height:653.2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">
            <v:imagedata r:id="rId4" o:title="" croptop="-624f" cropbottom="-404f" cropleft="-1510f" cropright="-847f"/>
            <o:lock v:ext="edit" aspectratio="f"/>
          </v:shape>
        </w:pict>
      </w:r>
    </w:p>
    <w:p w:rsidR="00C47788" w:rsidRDefault="00C47788">
      <w:r w:rsidRPr="00BC511D">
        <w:rPr>
          <w:noProof/>
          <w:lang w:val="en-US"/>
        </w:rPr>
        <w:pict>
          <v:shape id="Object 2" o:spid="_x0000_i1026" type="#_x0000_t75" style="width:488.25pt;height:679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">
            <v:imagedata r:id="rId5" o:title="" croptop="-646f" cropbottom="-4051f" cropleft="-127f" cropright="-929f"/>
            <o:lock v:ext="edit" aspectratio="f"/>
          </v:shape>
        </w:pict>
      </w:r>
    </w:p>
    <w:sectPr w:rsidR="00C47788" w:rsidSect="00D345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E6D"/>
    <w:rsid w:val="00007E6D"/>
    <w:rsid w:val="00067652"/>
    <w:rsid w:val="001A5FEB"/>
    <w:rsid w:val="00254E61"/>
    <w:rsid w:val="007D2D99"/>
    <w:rsid w:val="007F04E0"/>
    <w:rsid w:val="00800CF4"/>
    <w:rsid w:val="00921D86"/>
    <w:rsid w:val="00BC511D"/>
    <w:rsid w:val="00C47788"/>
    <w:rsid w:val="00D3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E0"/>
    <w:pPr>
      <w:spacing w:after="200"/>
    </w:pPr>
    <w:rPr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E6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E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0</Words>
  <Characters>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User</cp:lastModifiedBy>
  <cp:revision>3</cp:revision>
  <dcterms:created xsi:type="dcterms:W3CDTF">2011-11-28T03:29:00Z</dcterms:created>
  <dcterms:modified xsi:type="dcterms:W3CDTF">2013-03-21T21:58:00Z</dcterms:modified>
</cp:coreProperties>
</file>